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495AE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495AE7" w:rsidRPr="00495AE7">
          <w:rPr>
            <w:rStyle w:val="a9"/>
          </w:rPr>
          <w:t xml:space="preserve"> Открытое акционерное общество "Дальневосточная генерирующая компания" Филиал "Хабаровская генерация" Структурное подразделение "Хабаровская ТЭЦ-3"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BF2620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BF2620" w:rsidRPr="00063DF1" w:rsidRDefault="00BF2620" w:rsidP="00DB70BA">
            <w:pPr>
              <w:pStyle w:val="aa"/>
            </w:pPr>
            <w:r>
              <w:rPr>
                <w:b/>
                <w:i/>
              </w:rPr>
              <w:t>Котлотурбинный цех (КТЦ)</w:t>
            </w:r>
          </w:p>
        </w:tc>
      </w:tr>
      <w:tr w:rsidR="00BF2620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BF2620" w:rsidRPr="00063DF1" w:rsidRDefault="00BF2620" w:rsidP="00DB70BA">
            <w:pPr>
              <w:pStyle w:val="aa"/>
            </w:pPr>
            <w:r>
              <w:rPr>
                <w:i/>
              </w:rPr>
              <w:t>Оперативный персонал</w:t>
            </w:r>
          </w:p>
        </w:tc>
      </w:tr>
      <w:tr w:rsidR="00E14214" w:rsidRPr="00AF49A3" w:rsidTr="008B4051">
        <w:trPr>
          <w:jc w:val="center"/>
        </w:trPr>
        <w:tc>
          <w:tcPr>
            <w:tcW w:w="3049" w:type="dxa"/>
            <w:vAlign w:val="center"/>
          </w:tcPr>
          <w:p w:rsidR="00E14214" w:rsidRPr="00495AE7" w:rsidRDefault="00D40BDC" w:rsidP="00495AE7">
            <w:pPr>
              <w:pStyle w:val="aa"/>
              <w:jc w:val="left"/>
            </w:pPr>
            <w:r>
              <w:t>50</w:t>
            </w:r>
            <w:r w:rsidR="00E14214">
              <w:t>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E14214" w:rsidRPr="00063DF1" w:rsidRDefault="00E14214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E14214" w:rsidRDefault="00E14214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14214" w:rsidRPr="00063DF1" w:rsidRDefault="0092387D" w:rsidP="00DB70BA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E14214" w:rsidRPr="00063DF1" w:rsidRDefault="00972A1E" w:rsidP="00DB70BA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E14214" w:rsidRPr="00063DF1" w:rsidRDefault="00E14214" w:rsidP="00DB70BA">
            <w:pPr>
              <w:pStyle w:val="aa"/>
            </w:pPr>
          </w:p>
        </w:tc>
      </w:tr>
      <w:tr w:rsidR="00BF2620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BF2620" w:rsidRPr="00063DF1" w:rsidRDefault="00BF2620" w:rsidP="00DB70BA">
            <w:pPr>
              <w:pStyle w:val="aa"/>
            </w:pPr>
            <w:r>
              <w:rPr>
                <w:i/>
              </w:rPr>
              <w:t>Участок гидротехнических сооружений</w:t>
            </w:r>
          </w:p>
        </w:tc>
      </w:tr>
      <w:tr w:rsidR="00495AE7" w:rsidRPr="00AF49A3" w:rsidTr="008B4051">
        <w:trPr>
          <w:jc w:val="center"/>
        </w:trPr>
        <w:tc>
          <w:tcPr>
            <w:tcW w:w="3049" w:type="dxa"/>
            <w:vAlign w:val="center"/>
          </w:tcPr>
          <w:p w:rsidR="00495AE7" w:rsidRPr="00495AE7" w:rsidRDefault="00D40BDC" w:rsidP="00495AE7">
            <w:pPr>
              <w:pStyle w:val="aa"/>
              <w:jc w:val="left"/>
            </w:pPr>
            <w:r>
              <w:t>51</w:t>
            </w:r>
            <w:r w:rsidR="00495AE7">
              <w:t>. Уборщик производственных и служебных помещений (пр</w:t>
            </w:r>
            <w:r w:rsidR="00495AE7">
              <w:t>о</w:t>
            </w:r>
            <w:r w:rsidR="00495AE7">
              <w:t>изводственных помещений)</w:t>
            </w:r>
          </w:p>
        </w:tc>
        <w:tc>
          <w:tcPr>
            <w:tcW w:w="3686" w:type="dxa"/>
            <w:vAlign w:val="center"/>
          </w:tcPr>
          <w:p w:rsidR="00495AE7" w:rsidRDefault="00495AE7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95AE7" w:rsidRDefault="00495AE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95AE7" w:rsidRPr="00063DF1" w:rsidRDefault="00972A1E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95AE7" w:rsidRPr="00063DF1" w:rsidRDefault="00972A1E" w:rsidP="00DB70BA">
            <w:pPr>
              <w:pStyle w:val="aa"/>
            </w:pPr>
            <w:r>
              <w:t>КТЦ</w:t>
            </w:r>
          </w:p>
        </w:tc>
        <w:tc>
          <w:tcPr>
            <w:tcW w:w="1315" w:type="dxa"/>
            <w:vAlign w:val="center"/>
          </w:tcPr>
          <w:p w:rsidR="00495AE7" w:rsidRPr="00063DF1" w:rsidRDefault="00495AE7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52. Слесарь-сантехник</w:t>
            </w: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>КТЦ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3224C7" w:rsidRDefault="00972A1E" w:rsidP="003224C7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Смывающие и (или) обезвреживающие средства: </w:t>
            </w:r>
            <w:r w:rsidRPr="003224C7">
              <w:rPr>
                <w:b w:val="0"/>
                <w:sz w:val="20"/>
                <w:szCs w:val="20"/>
              </w:rPr>
              <w:t>При выполнении разовых р</w:t>
            </w:r>
            <w:r w:rsidRPr="003224C7">
              <w:rPr>
                <w:b w:val="0"/>
                <w:sz w:val="20"/>
                <w:szCs w:val="20"/>
              </w:rPr>
              <w:t>а</w:t>
            </w:r>
            <w:r w:rsidRPr="003224C7">
              <w:rPr>
                <w:b w:val="0"/>
                <w:sz w:val="20"/>
                <w:szCs w:val="20"/>
              </w:rPr>
              <w:t>бот (покос травы) выдавать средства для защиты от биологических вредных факторов (от укусов членистоногих)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>Защита в период активности кровососущих и жалящих насекомых и паукообразных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Оперативный персонал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53. Машинист насосных устан</w:t>
            </w:r>
            <w:r>
              <w:t>о</w:t>
            </w:r>
            <w:r>
              <w:t>вок (БНС)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D5851" w:rsidRDefault="00972A1E" w:rsidP="000D5851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 w:rsidRPr="000D5851">
              <w:rPr>
                <w:b w:val="0"/>
                <w:sz w:val="20"/>
                <w:szCs w:val="20"/>
              </w:rPr>
              <w:t>СИЗ: Дополнительно при выполнении разовых работ (покос травы) выдавать: жилет сигнальный, щиток защитный лицевой или очки защитные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 xml:space="preserve">Обеспечение </w:t>
            </w:r>
            <w:proofErr w:type="gramStart"/>
            <w:r>
              <w:t>СИЗ</w:t>
            </w:r>
            <w:proofErr w:type="gramEnd"/>
            <w:r>
              <w:t xml:space="preserve"> при покосе травы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3224C7" w:rsidRDefault="00972A1E" w:rsidP="0092387D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Смывающие и (или) обезвреживающие средства: </w:t>
            </w:r>
            <w:r w:rsidRPr="003224C7">
              <w:rPr>
                <w:b w:val="0"/>
                <w:sz w:val="20"/>
                <w:szCs w:val="20"/>
              </w:rPr>
              <w:t>При выполнении разовых р</w:t>
            </w:r>
            <w:r w:rsidRPr="003224C7">
              <w:rPr>
                <w:b w:val="0"/>
                <w:sz w:val="20"/>
                <w:szCs w:val="20"/>
              </w:rPr>
              <w:t>а</w:t>
            </w:r>
            <w:r w:rsidRPr="003224C7">
              <w:rPr>
                <w:b w:val="0"/>
                <w:sz w:val="20"/>
                <w:szCs w:val="20"/>
              </w:rPr>
              <w:t>бот (покос травы) выдавать средства для защиты от биологических вредных факторов (от укусов членистоногих)</w:t>
            </w:r>
          </w:p>
        </w:tc>
        <w:tc>
          <w:tcPr>
            <w:tcW w:w="2835" w:type="dxa"/>
            <w:vAlign w:val="center"/>
          </w:tcPr>
          <w:p w:rsidR="00972A1E" w:rsidRDefault="00972A1E" w:rsidP="0092387D">
            <w:pPr>
              <w:pStyle w:val="aa"/>
            </w:pPr>
            <w:r>
              <w:t>Защита в период активности кровососущих и жалящих насекомых и паукообразных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54. Машинист насосных устан</w:t>
            </w:r>
            <w:r>
              <w:t>о</w:t>
            </w:r>
            <w:r>
              <w:t>вок (КНС)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DB70BA">
            <w:pPr>
              <w:pStyle w:val="aa"/>
            </w:pPr>
            <w:r>
              <w:t xml:space="preserve"> КТЦ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D5851" w:rsidRDefault="00972A1E" w:rsidP="0092387D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 w:rsidRPr="000D5851">
              <w:rPr>
                <w:b w:val="0"/>
                <w:sz w:val="20"/>
                <w:szCs w:val="20"/>
              </w:rPr>
              <w:t>СИЗ: Дополнительно при выполнении разовых работ (покос травы) выдавать: жилет сигнальный, щиток защитный лицевой или очки защитные</w:t>
            </w:r>
          </w:p>
        </w:tc>
        <w:tc>
          <w:tcPr>
            <w:tcW w:w="2835" w:type="dxa"/>
            <w:vAlign w:val="center"/>
          </w:tcPr>
          <w:p w:rsidR="00972A1E" w:rsidRDefault="00972A1E" w:rsidP="0092387D">
            <w:pPr>
              <w:pStyle w:val="aa"/>
            </w:pPr>
            <w:r>
              <w:t xml:space="preserve">Обеспечение </w:t>
            </w:r>
            <w:proofErr w:type="gramStart"/>
            <w:r>
              <w:t>СИЗ</w:t>
            </w:r>
            <w:proofErr w:type="gramEnd"/>
            <w:r>
              <w:t xml:space="preserve"> при покосе травы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3224C7" w:rsidRDefault="00972A1E" w:rsidP="0092387D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Смывающие и (или) обезвреживающие средства: </w:t>
            </w:r>
            <w:r w:rsidRPr="003224C7">
              <w:rPr>
                <w:b w:val="0"/>
                <w:sz w:val="20"/>
                <w:szCs w:val="20"/>
              </w:rPr>
              <w:t>При выполнении разовых р</w:t>
            </w:r>
            <w:r w:rsidRPr="003224C7">
              <w:rPr>
                <w:b w:val="0"/>
                <w:sz w:val="20"/>
                <w:szCs w:val="20"/>
              </w:rPr>
              <w:t>а</w:t>
            </w:r>
            <w:r w:rsidRPr="003224C7">
              <w:rPr>
                <w:b w:val="0"/>
                <w:sz w:val="20"/>
                <w:szCs w:val="20"/>
              </w:rPr>
              <w:t>бот (покос травы) выдавать средства для защиты от биологических вредных факторов (от укусов членистоногих)</w:t>
            </w:r>
          </w:p>
        </w:tc>
        <w:tc>
          <w:tcPr>
            <w:tcW w:w="2835" w:type="dxa"/>
            <w:vAlign w:val="center"/>
          </w:tcPr>
          <w:p w:rsidR="00972A1E" w:rsidRDefault="00972A1E" w:rsidP="0092387D">
            <w:pPr>
              <w:pStyle w:val="aa"/>
            </w:pPr>
            <w:r>
              <w:t>Защита в период активности кровососущих и жалящих насекомых и паукообразных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Участок пиковой котельной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55. Уборщик производственных и служебных помещений (пр</w:t>
            </w:r>
            <w:r>
              <w:t>о</w:t>
            </w:r>
            <w:r>
              <w:t>изводственных помещений)</w:t>
            </w: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DB70BA">
            <w:pPr>
              <w:pStyle w:val="aa"/>
            </w:pPr>
            <w:r>
              <w:t>КТЦ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Цех тепловой автоматики и измерений (ЦТАИ)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Общецеховой персонал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57. Инженер по автоматизации и механизации производственных процессов 1 категории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 xml:space="preserve">альных средств, обеспечивающих  должный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человека,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35" w:type="dxa"/>
            <w:vAlign w:val="center"/>
          </w:tcPr>
          <w:p w:rsidR="00972A1E" w:rsidRDefault="00972A1E" w:rsidP="00E14214">
            <w:pPr>
              <w:pStyle w:val="aa"/>
            </w:pPr>
            <w:r>
              <w:t>Снижение  воздействия вре</w:t>
            </w:r>
            <w:r>
              <w:t>д</w:t>
            </w:r>
            <w:r>
              <w:t>ного фактора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 xml:space="preserve">58. </w:t>
            </w:r>
            <w:proofErr w:type="gramStart"/>
            <w:r>
              <w:t>Инженер-электроник</w:t>
            </w:r>
            <w:proofErr w:type="gramEnd"/>
            <w:r>
              <w:t xml:space="preserve"> 1 кат</w:t>
            </w:r>
            <w:r>
              <w:t>е</w:t>
            </w:r>
            <w:r>
              <w:t>гории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 xml:space="preserve">альных средств, обеспечивающих  должный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человека,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 воздействия вре</w:t>
            </w:r>
            <w:r>
              <w:t>д</w:t>
            </w:r>
            <w:r>
              <w:t>ного фактора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Ремонтный персонал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 xml:space="preserve">Участок по ремонту автоматики 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Группа по ремонту и обслуживанию устройств АСР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59. Мастер участка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 xml:space="preserve">альных средств, обеспечивающих  должный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человека,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 воздействия вре</w:t>
            </w:r>
            <w:r>
              <w:t>д</w:t>
            </w:r>
            <w:r>
              <w:t>ного фактора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Группа по ремонту и обслуживанию устройств технологических защит и сигнализации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60. Мастер участка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 терморегулирующих индивид</w:t>
            </w:r>
            <w:r>
              <w:t>у</w:t>
            </w:r>
            <w:r>
              <w:t xml:space="preserve">альных средств, обеспечивающих  должный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человека,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 воздействия вре</w:t>
            </w:r>
            <w:r>
              <w:t>д</w:t>
            </w:r>
            <w:r>
              <w:t>ного фактора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Группа по ремонту и обслуживанию устройств электроприводов и кабельного хозяйства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61. Мастер участка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Микроклимат: Соблюдать защиту орг</w:t>
            </w:r>
            <w:r>
              <w:t>а</w:t>
            </w:r>
            <w:r>
              <w:t>низма от перегревания  путем примен</w:t>
            </w:r>
            <w:r>
              <w:t>е</w:t>
            </w:r>
            <w:r>
              <w:t>ния  терморегулирующих индивидуал</w:t>
            </w:r>
            <w:r>
              <w:t>ь</w:t>
            </w:r>
            <w:r>
              <w:t>ных средств, обеспечивающих  дол</w:t>
            </w:r>
            <w:r>
              <w:t>ж</w:t>
            </w:r>
            <w:r>
              <w:t xml:space="preserve">ный </w:t>
            </w:r>
            <w:proofErr w:type="spellStart"/>
            <w:r>
              <w:t>теплосьем</w:t>
            </w:r>
            <w:proofErr w:type="spellEnd"/>
            <w:r>
              <w:t xml:space="preserve"> с поверхности тела ч</w:t>
            </w:r>
            <w:r>
              <w:t>е</w:t>
            </w:r>
            <w:r>
              <w:t>ловека, а в случае  необходимости и с поверхности верхних дыхательных п</w:t>
            </w:r>
            <w:r>
              <w:t>у</w:t>
            </w:r>
            <w:r>
              <w:t>тей;  а также соблюдать рациональный питьевой режим.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 воздействия вре</w:t>
            </w:r>
            <w:r>
              <w:t>д</w:t>
            </w:r>
            <w:r>
              <w:t>ного фактора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Цех по ремонту оборудования (ЦРО)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63. Уборщик производственных и служебных помещений (пр</w:t>
            </w:r>
            <w:r>
              <w:t>о</w:t>
            </w:r>
            <w:r>
              <w:t>изводственных помещений)</w:t>
            </w: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ЦРО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Группа хозяйственного обеспечения (ГХО)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65. Слесарь-сантехник</w:t>
            </w: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>ГХО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3224C7" w:rsidRDefault="00972A1E" w:rsidP="0092387D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Смывающие и (или) обезвреживающие средства: </w:t>
            </w:r>
            <w:r w:rsidRPr="003224C7">
              <w:rPr>
                <w:b w:val="0"/>
                <w:sz w:val="20"/>
                <w:szCs w:val="20"/>
              </w:rPr>
              <w:t>При выполнении разовых р</w:t>
            </w:r>
            <w:r w:rsidRPr="003224C7">
              <w:rPr>
                <w:b w:val="0"/>
                <w:sz w:val="20"/>
                <w:szCs w:val="20"/>
              </w:rPr>
              <w:t>а</w:t>
            </w:r>
            <w:r w:rsidRPr="003224C7">
              <w:rPr>
                <w:b w:val="0"/>
                <w:sz w:val="20"/>
                <w:szCs w:val="20"/>
              </w:rPr>
              <w:t>бот (покос травы) выдавать средства для защиты от биологических вредных факторов (от укусов членистоногих)</w:t>
            </w:r>
          </w:p>
        </w:tc>
        <w:tc>
          <w:tcPr>
            <w:tcW w:w="2835" w:type="dxa"/>
            <w:vAlign w:val="center"/>
          </w:tcPr>
          <w:p w:rsidR="00972A1E" w:rsidRDefault="00972A1E" w:rsidP="0092387D">
            <w:pPr>
              <w:pStyle w:val="aa"/>
            </w:pPr>
            <w:r>
              <w:t>Защита в период активности кровососущих и жалящих насекомых и паукообразных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Химический цех (ХЦ)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Общецеховой персонал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67. Аппаратчик по приготовл</w:t>
            </w:r>
            <w:r>
              <w:t>е</w:t>
            </w:r>
            <w:r>
              <w:t xml:space="preserve">нию </w:t>
            </w:r>
            <w:proofErr w:type="spellStart"/>
            <w:r>
              <w:t>химреагентов</w:t>
            </w:r>
            <w:proofErr w:type="spellEnd"/>
          </w:p>
        </w:tc>
        <w:tc>
          <w:tcPr>
            <w:tcW w:w="3686" w:type="dxa"/>
            <w:vAlign w:val="center"/>
          </w:tcPr>
          <w:p w:rsidR="00972A1E" w:rsidRDefault="00972A1E" w:rsidP="00E14214">
            <w:pPr>
              <w:pStyle w:val="aa"/>
            </w:pPr>
            <w:r>
              <w:t>Химический: Обеспечить сертифицир</w:t>
            </w:r>
            <w:r>
              <w:t>о</w:t>
            </w:r>
            <w:r>
              <w:t>ванными средствами защиты органов дыхания.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68. Уборщик производственных и служебных помещений (пр</w:t>
            </w:r>
            <w:r>
              <w:t>о</w:t>
            </w:r>
            <w:r>
              <w:t>изводственных помещений)</w:t>
            </w: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69. Уборщик производственных и служебных помещений (пр</w:t>
            </w:r>
            <w:r>
              <w:t>о</w:t>
            </w:r>
            <w:r>
              <w:t>изводственных помещений)</w:t>
            </w:r>
          </w:p>
        </w:tc>
        <w:tc>
          <w:tcPr>
            <w:tcW w:w="3686" w:type="dxa"/>
            <w:vAlign w:val="center"/>
          </w:tcPr>
          <w:p w:rsidR="00972A1E" w:rsidRDefault="00972A1E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Химическая лаборатория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Водно-химический режим (ВХР)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 xml:space="preserve">71. Инженер 1 категории </w:t>
            </w:r>
          </w:p>
        </w:tc>
        <w:tc>
          <w:tcPr>
            <w:tcW w:w="3686" w:type="dxa"/>
            <w:vAlign w:val="center"/>
          </w:tcPr>
          <w:p w:rsidR="00972A1E" w:rsidRDefault="00972A1E" w:rsidP="00642765">
            <w:pPr>
              <w:pStyle w:val="aa"/>
            </w:pPr>
            <w:r>
              <w:t>Химический: Обеспечить сертифицир</w:t>
            </w:r>
            <w:r>
              <w:t>о</w:t>
            </w:r>
            <w:r>
              <w:t>ванными средствами защиты органов дыхания.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Лаборатория охраны окружающей среды (ЛООС)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Водная группа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 xml:space="preserve">72. Инженер 1 категории </w:t>
            </w:r>
          </w:p>
        </w:tc>
        <w:tc>
          <w:tcPr>
            <w:tcW w:w="3686" w:type="dxa"/>
            <w:vAlign w:val="center"/>
          </w:tcPr>
          <w:p w:rsidR="00972A1E" w:rsidRDefault="00972A1E" w:rsidP="00642765">
            <w:pPr>
              <w:pStyle w:val="aa"/>
            </w:pPr>
            <w:r>
              <w:t>Химический: Обеспечить сертифицир</w:t>
            </w:r>
            <w:r>
              <w:t>о</w:t>
            </w:r>
            <w:r>
              <w:t>ванными средствами защиты органов дыхания.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Группа санитарно-промышленного контроля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 xml:space="preserve">73. Инженер 1 категории </w:t>
            </w:r>
          </w:p>
        </w:tc>
        <w:tc>
          <w:tcPr>
            <w:tcW w:w="3686" w:type="dxa"/>
            <w:vAlign w:val="center"/>
          </w:tcPr>
          <w:p w:rsidR="00972A1E" w:rsidRDefault="00972A1E" w:rsidP="00642765">
            <w:pPr>
              <w:pStyle w:val="aa"/>
            </w:pPr>
            <w:r>
              <w:t>Химический: Обеспечить сертифицир</w:t>
            </w:r>
            <w:r>
              <w:t>о</w:t>
            </w:r>
            <w:r>
              <w:t>ванными средствами защиты органов дыхания.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 xml:space="preserve">74. Инженер 2 категории </w:t>
            </w:r>
          </w:p>
        </w:tc>
        <w:tc>
          <w:tcPr>
            <w:tcW w:w="3686" w:type="dxa"/>
            <w:vAlign w:val="center"/>
          </w:tcPr>
          <w:p w:rsidR="00972A1E" w:rsidRDefault="00972A1E" w:rsidP="00642765">
            <w:pPr>
              <w:pStyle w:val="aa"/>
            </w:pPr>
            <w:r>
              <w:t>Химический: Обеспечить сертифицир</w:t>
            </w:r>
            <w:r>
              <w:t>о</w:t>
            </w:r>
            <w:r>
              <w:t>ванными средствами защиты органов дыхания.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Автотранспортный цех (АТЦ)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Автотракторный участок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76. Машинист компрессора п</w:t>
            </w:r>
            <w:r>
              <w:t>е</w:t>
            </w:r>
            <w:r>
              <w:t>редвижного с двигателем вну</w:t>
            </w:r>
            <w:r>
              <w:t>т</w:t>
            </w:r>
            <w:r>
              <w:t>реннего сгорания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0D5851" w:rsidRDefault="00972A1E" w:rsidP="0092387D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 w:rsidRPr="000D5851">
              <w:rPr>
                <w:b w:val="0"/>
                <w:sz w:val="20"/>
                <w:szCs w:val="20"/>
              </w:rPr>
              <w:t>СИЗ: Дополнительно при выполнении разовых работ (покос травы) выдавать: жилет сигнальный, щиток защитный лицевой или очки защитные</w:t>
            </w:r>
          </w:p>
        </w:tc>
        <w:tc>
          <w:tcPr>
            <w:tcW w:w="2835" w:type="dxa"/>
            <w:vAlign w:val="center"/>
          </w:tcPr>
          <w:p w:rsidR="00972A1E" w:rsidRDefault="00972A1E" w:rsidP="0092387D">
            <w:pPr>
              <w:pStyle w:val="aa"/>
            </w:pPr>
            <w:r>
              <w:t xml:space="preserve">Обеспечение </w:t>
            </w:r>
            <w:proofErr w:type="gramStart"/>
            <w:r>
              <w:t>СИЗ</w:t>
            </w:r>
            <w:proofErr w:type="gramEnd"/>
            <w:r>
              <w:t xml:space="preserve"> при покосе травы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Default="00972A1E" w:rsidP="00495AE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72A1E" w:rsidRPr="003224C7" w:rsidRDefault="00972A1E" w:rsidP="0092387D">
            <w:pPr>
              <w:pStyle w:val="a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Смывающие и (или) обезвреживающие средства: </w:t>
            </w:r>
            <w:r w:rsidRPr="003224C7">
              <w:rPr>
                <w:b w:val="0"/>
                <w:sz w:val="20"/>
                <w:szCs w:val="20"/>
              </w:rPr>
              <w:t>При выполнении разовых р</w:t>
            </w:r>
            <w:r w:rsidRPr="003224C7">
              <w:rPr>
                <w:b w:val="0"/>
                <w:sz w:val="20"/>
                <w:szCs w:val="20"/>
              </w:rPr>
              <w:t>а</w:t>
            </w:r>
            <w:r w:rsidRPr="003224C7">
              <w:rPr>
                <w:b w:val="0"/>
                <w:sz w:val="20"/>
                <w:szCs w:val="20"/>
              </w:rPr>
              <w:t>бот (покос травы) выдавать средства для защиты от биологических вредных факторов (от укусов членистоногих)</w:t>
            </w:r>
          </w:p>
        </w:tc>
        <w:tc>
          <w:tcPr>
            <w:tcW w:w="2835" w:type="dxa"/>
            <w:vAlign w:val="center"/>
          </w:tcPr>
          <w:p w:rsidR="00972A1E" w:rsidRDefault="00972A1E" w:rsidP="0092387D">
            <w:pPr>
              <w:pStyle w:val="aa"/>
            </w:pPr>
            <w:r>
              <w:t>Защита в период активности кровососущих и жалящих насекомых и паукообразных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Цех топливоподачи (ЦТП)</w:t>
            </w: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i/>
              </w:rPr>
              <w:t>Общецеховой персонал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77. Сливщик-разливщик</w:t>
            </w:r>
          </w:p>
        </w:tc>
        <w:tc>
          <w:tcPr>
            <w:tcW w:w="3686" w:type="dxa"/>
            <w:vAlign w:val="center"/>
          </w:tcPr>
          <w:p w:rsidR="00972A1E" w:rsidRDefault="00972A1E" w:rsidP="00642765">
            <w:pPr>
              <w:pStyle w:val="aa"/>
            </w:pPr>
            <w:r>
              <w:t>Химический: Обеспечить сертифицир</w:t>
            </w:r>
            <w:r>
              <w:t>о</w:t>
            </w:r>
            <w:r>
              <w:t>ванными средствами защиты органов дыхания.</w:t>
            </w:r>
          </w:p>
        </w:tc>
        <w:tc>
          <w:tcPr>
            <w:tcW w:w="2835" w:type="dxa"/>
            <w:vAlign w:val="center"/>
          </w:tcPr>
          <w:p w:rsidR="00972A1E" w:rsidRDefault="00972A1E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  <w:tr w:rsidR="00972A1E" w:rsidRPr="00AF49A3" w:rsidTr="0092387D">
        <w:trPr>
          <w:jc w:val="center"/>
        </w:trPr>
        <w:tc>
          <w:tcPr>
            <w:tcW w:w="15563" w:type="dxa"/>
            <w:gridSpan w:val="6"/>
            <w:vAlign w:val="center"/>
          </w:tcPr>
          <w:p w:rsidR="00972A1E" w:rsidRPr="00063DF1" w:rsidRDefault="00972A1E" w:rsidP="00DB70BA">
            <w:pPr>
              <w:pStyle w:val="aa"/>
            </w:pPr>
            <w:r>
              <w:rPr>
                <w:b/>
                <w:i/>
              </w:rPr>
              <w:t>Пожарная часть (ПЧ)</w:t>
            </w:r>
          </w:p>
        </w:tc>
      </w:tr>
      <w:tr w:rsidR="00972A1E" w:rsidRPr="00AF49A3" w:rsidTr="008B4051">
        <w:trPr>
          <w:jc w:val="center"/>
        </w:trPr>
        <w:tc>
          <w:tcPr>
            <w:tcW w:w="3049" w:type="dxa"/>
            <w:vAlign w:val="center"/>
          </w:tcPr>
          <w:p w:rsidR="00972A1E" w:rsidRPr="00495AE7" w:rsidRDefault="00972A1E" w:rsidP="00495AE7">
            <w:pPr>
              <w:pStyle w:val="aa"/>
              <w:jc w:val="left"/>
            </w:pPr>
            <w:r>
              <w:t>78. Инспектор</w:t>
            </w:r>
          </w:p>
        </w:tc>
        <w:tc>
          <w:tcPr>
            <w:tcW w:w="3686" w:type="dxa"/>
            <w:vAlign w:val="center"/>
          </w:tcPr>
          <w:p w:rsidR="00972A1E" w:rsidRPr="00063DF1" w:rsidRDefault="00972A1E" w:rsidP="00642765">
            <w:pPr>
              <w:pStyle w:val="aa"/>
            </w:pPr>
            <w:r w:rsidRPr="0014038F">
              <w:t xml:space="preserve">Шум: </w:t>
            </w:r>
            <w:r>
              <w:t xml:space="preserve">Обеспечить акустически-эффективными средствами </w:t>
            </w:r>
            <w:r w:rsidRPr="0014038F">
              <w:t>индивид</w:t>
            </w:r>
            <w:r w:rsidRPr="0014038F">
              <w:t>у</w:t>
            </w:r>
            <w:r w:rsidRPr="0014038F">
              <w:t>альной защиты органов слуха</w:t>
            </w:r>
          </w:p>
        </w:tc>
        <w:tc>
          <w:tcPr>
            <w:tcW w:w="2835" w:type="dxa"/>
            <w:vAlign w:val="center"/>
          </w:tcPr>
          <w:p w:rsidR="00972A1E" w:rsidRDefault="00972A1E" w:rsidP="00642765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постоянно</w:t>
            </w:r>
          </w:p>
        </w:tc>
        <w:tc>
          <w:tcPr>
            <w:tcW w:w="3294" w:type="dxa"/>
            <w:vAlign w:val="center"/>
          </w:tcPr>
          <w:p w:rsidR="00972A1E" w:rsidRPr="00063DF1" w:rsidRDefault="00972A1E" w:rsidP="00972A1E">
            <w:pPr>
              <w:pStyle w:val="aa"/>
            </w:pPr>
            <w:r>
              <w:t xml:space="preserve"> ОМТС</w:t>
            </w:r>
          </w:p>
        </w:tc>
        <w:tc>
          <w:tcPr>
            <w:tcW w:w="1315" w:type="dxa"/>
            <w:vAlign w:val="center"/>
          </w:tcPr>
          <w:p w:rsidR="00972A1E" w:rsidRPr="00063DF1" w:rsidRDefault="00972A1E" w:rsidP="00DB70BA">
            <w:pPr>
              <w:pStyle w:val="aa"/>
            </w:pPr>
          </w:p>
        </w:tc>
      </w:tr>
    </w:tbl>
    <w:p w:rsidR="00DB70BA" w:rsidRPr="00BF2620" w:rsidRDefault="00DB70BA" w:rsidP="00DB70BA">
      <w:pPr>
        <w:rPr>
          <w:sz w:val="16"/>
          <w:szCs w:val="16"/>
        </w:rPr>
      </w:pPr>
    </w:p>
    <w:p w:rsidR="00DB70BA" w:rsidRPr="00E14214" w:rsidRDefault="00DB70BA" w:rsidP="00DB70BA">
      <w:r w:rsidRPr="00DB70BA">
        <w:t>Дата составления:</w:t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95AE7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95AE7" w:rsidP="009D6532">
            <w:pPr>
              <w:pStyle w:val="aa"/>
            </w:pPr>
            <w:r>
              <w:t>Кузема Владимир Петрович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495AE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95AE7" w:rsidP="009D6532">
            <w:pPr>
              <w:pStyle w:val="aa"/>
            </w:pPr>
            <w:r>
              <w:t>Заместитель главного инженера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95AE7" w:rsidP="009D6532">
            <w:pPr>
              <w:pStyle w:val="aa"/>
            </w:pPr>
            <w:r>
              <w:t>Шабанов Дмитрий Иванович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Секретарь комиссии, инженер ХЦ (ЛООС)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Зубкова Марина Эдуардовна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Заместитель главного инженера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Примак Андрей Иванович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ОРП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Артюхова Татьяна Юрьевна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Заведующий здравпунктом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proofErr w:type="spellStart"/>
            <w:r>
              <w:t>Самар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ЦТП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Филитов Павел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КТЦ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Антипьев Юрий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4214" w:rsidRDefault="00E14214" w:rsidP="009D6532">
            <w:pPr>
              <w:pStyle w:val="aa"/>
            </w:pPr>
          </w:p>
          <w:p w:rsidR="00495AE7" w:rsidRPr="00495AE7" w:rsidRDefault="00495AE7" w:rsidP="009D6532">
            <w:pPr>
              <w:pStyle w:val="aa"/>
            </w:pPr>
            <w:r>
              <w:t>Начальник ЭЦ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Тарадеев Виктор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ЦТАИ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Лидер Василий Оттович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ХЦ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Теренина Ирина Борисовна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ОСДТУ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Лобанов Александр Сергеевич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АТЦ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Путро Виктор Леонидович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ЦРО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Зозуля Петр Николаевич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Заведующий хозяйством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Гусева Татьяна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Начальник ПЧ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Щербенко Павел Илларионович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Начальник </w:t>
            </w:r>
            <w:proofErr w:type="spellStart"/>
            <w:r>
              <w:t>СПБиОТ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Нехайчик Татьяна Борисовна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Ведущий специалист </w:t>
            </w:r>
            <w:proofErr w:type="spellStart"/>
            <w:r>
              <w:t>СПБиОТ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Котлярова Ольга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Колесникова Елена Степановна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ЦТАИ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Григоренко Иван Сергеевич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АТЦ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proofErr w:type="spellStart"/>
            <w:r>
              <w:t>Герасько</w:t>
            </w:r>
            <w:proofErr w:type="spellEnd"/>
            <w:r>
              <w:t xml:space="preserve"> Оксана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ОСДТУ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Банникова Ульяна Михайловна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ХЦ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Добрыдень Людмила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ПЧ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Гвоздева Зоя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ЦРО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proofErr w:type="spellStart"/>
            <w:r>
              <w:t>Калужина</w:t>
            </w:r>
            <w:proofErr w:type="spellEnd"/>
            <w:r>
              <w:t xml:space="preserve"> Ольга Михайловна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ЭЦ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Яковлев Алексей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ГХО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Николаева Анна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ЦТП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>Моисеенко Анатолий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r>
              <w:t xml:space="preserve">Уполномоченный </w:t>
            </w:r>
            <w:proofErr w:type="gramStart"/>
            <w:r>
              <w:t>по</w:t>
            </w:r>
            <w:proofErr w:type="gramEnd"/>
            <w:r>
              <w:t xml:space="preserve"> ОТ </w:t>
            </w:r>
            <w:proofErr w:type="spellStart"/>
            <w:r>
              <w:t>от</w:t>
            </w:r>
            <w:proofErr w:type="spellEnd"/>
            <w:r>
              <w:t xml:space="preserve"> КТЦ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  <w:proofErr w:type="spellStart"/>
            <w:r>
              <w:t>Мищихин</w:t>
            </w:r>
            <w:proofErr w:type="spellEnd"/>
            <w:r>
              <w:t xml:space="preserve"> Александр Анатольевич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9D6532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95AE7" w:rsidRPr="00495AE7" w:rsidRDefault="00495AE7" w:rsidP="009D6532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95AE7" w:rsidRPr="00495AE7" w:rsidTr="00495AE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C45714" w:rsidRPr="00495AE7" w:rsidRDefault="00C45714" w:rsidP="00C45714">
            <w:pPr>
              <w:pStyle w:val="aa"/>
            </w:pPr>
          </w:p>
        </w:tc>
        <w:tc>
          <w:tcPr>
            <w:tcW w:w="284" w:type="dxa"/>
            <w:vAlign w:val="center"/>
          </w:tcPr>
          <w:p w:rsidR="00C45714" w:rsidRPr="00495AE7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45714" w:rsidRPr="00495AE7" w:rsidRDefault="00C45714" w:rsidP="00C45714">
            <w:pPr>
              <w:pStyle w:val="aa"/>
            </w:pPr>
          </w:p>
        </w:tc>
        <w:tc>
          <w:tcPr>
            <w:tcW w:w="284" w:type="dxa"/>
            <w:vAlign w:val="center"/>
          </w:tcPr>
          <w:p w:rsidR="00C45714" w:rsidRPr="00495AE7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14214" w:rsidRDefault="00495AE7" w:rsidP="00C45714">
            <w:pPr>
              <w:pStyle w:val="aa"/>
            </w:pPr>
            <w:r w:rsidRPr="00495AE7">
              <w:t xml:space="preserve">Колмогорова </w:t>
            </w:r>
          </w:p>
          <w:p w:rsidR="00C45714" w:rsidRPr="00495AE7" w:rsidRDefault="00495AE7" w:rsidP="00C45714">
            <w:pPr>
              <w:pStyle w:val="aa"/>
            </w:pPr>
            <w:r w:rsidRPr="00495AE7">
              <w:t>Светлана Владимировна</w:t>
            </w:r>
          </w:p>
        </w:tc>
        <w:tc>
          <w:tcPr>
            <w:tcW w:w="284" w:type="dxa"/>
            <w:vAlign w:val="bottom"/>
          </w:tcPr>
          <w:p w:rsidR="00C45714" w:rsidRPr="00495AE7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C45714" w:rsidRPr="00495AE7" w:rsidRDefault="00C45714" w:rsidP="00C45714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C45714" w:rsidRPr="00495AE7" w:rsidRDefault="00495AE7" w:rsidP="00C45714">
            <w:pPr>
              <w:pStyle w:val="aa"/>
              <w:rPr>
                <w:b/>
                <w:vertAlign w:val="superscript"/>
              </w:rPr>
            </w:pPr>
            <w:r w:rsidRPr="00495AE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C45714" w:rsidRPr="00495AE7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45714" w:rsidRPr="00495AE7" w:rsidRDefault="00495AE7" w:rsidP="00C45714">
            <w:pPr>
              <w:pStyle w:val="aa"/>
              <w:rPr>
                <w:b/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C45714" w:rsidRPr="00495AE7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45714" w:rsidRPr="00495AE7" w:rsidRDefault="00495AE7" w:rsidP="00C45714">
            <w:pPr>
              <w:pStyle w:val="aa"/>
              <w:rPr>
                <w:b/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C45714" w:rsidRPr="00495AE7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C45714" w:rsidRPr="00495AE7" w:rsidRDefault="00495AE7" w:rsidP="00C45714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  <w:tr w:rsidR="00495AE7" w:rsidRPr="00495AE7" w:rsidTr="00495AE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AE7" w:rsidRPr="00495AE7" w:rsidRDefault="00495AE7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95AE7" w:rsidRPr="00495AE7" w:rsidRDefault="00495AE7" w:rsidP="00C45714">
            <w:pPr>
              <w:pStyle w:val="aa"/>
              <w:rPr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AE7" w:rsidRPr="00495AE7" w:rsidRDefault="00495AE7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95AE7" w:rsidRPr="00495AE7" w:rsidRDefault="00495AE7" w:rsidP="00C45714">
            <w:pPr>
              <w:pStyle w:val="aa"/>
              <w:rPr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4214" w:rsidRDefault="00495AE7" w:rsidP="00C45714">
            <w:pPr>
              <w:pStyle w:val="aa"/>
            </w:pPr>
            <w:r w:rsidRPr="00495AE7">
              <w:t xml:space="preserve">Колмогоров </w:t>
            </w:r>
          </w:p>
          <w:p w:rsidR="00495AE7" w:rsidRPr="00495AE7" w:rsidRDefault="00495AE7" w:rsidP="00C45714">
            <w:pPr>
              <w:pStyle w:val="aa"/>
            </w:pPr>
            <w:r w:rsidRPr="00495AE7">
              <w:t>Валерий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95AE7" w:rsidRPr="00495AE7" w:rsidRDefault="00495AE7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AE7" w:rsidRPr="00495AE7" w:rsidRDefault="00495AE7" w:rsidP="00C45714">
            <w:pPr>
              <w:pStyle w:val="aa"/>
            </w:pPr>
          </w:p>
        </w:tc>
      </w:tr>
      <w:tr w:rsidR="00495AE7" w:rsidRPr="00495AE7" w:rsidTr="00495AE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495AE7" w:rsidRPr="00495AE7" w:rsidRDefault="00495AE7" w:rsidP="00C45714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495AE7" w:rsidRPr="00495AE7" w:rsidRDefault="00495AE7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95AE7" w:rsidRPr="00495AE7" w:rsidRDefault="00495AE7" w:rsidP="00C45714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495AE7" w:rsidRPr="00495AE7" w:rsidRDefault="00495AE7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495AE7" w:rsidRPr="00495AE7" w:rsidRDefault="00495AE7" w:rsidP="00C45714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95AE7" w:rsidRPr="00495AE7" w:rsidRDefault="00495AE7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495AE7" w:rsidRPr="00495AE7" w:rsidRDefault="00495AE7" w:rsidP="00C45714">
            <w:pPr>
              <w:pStyle w:val="aa"/>
              <w:rPr>
                <w:vertAlign w:val="superscript"/>
              </w:rPr>
            </w:pPr>
            <w:r w:rsidRPr="00495AE7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Дальневосточная генерирующая компания&quot; Филиал &quot;Хабаровская генерация&quot; Структурное подразделение &quot;Хабаровская ТЭЦ-3&quot; 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495AE7"/>
    <w:rsid w:val="0002033E"/>
    <w:rsid w:val="00056BFC"/>
    <w:rsid w:val="0007776A"/>
    <w:rsid w:val="00093D2E"/>
    <w:rsid w:val="000C5130"/>
    <w:rsid w:val="000D5851"/>
    <w:rsid w:val="00196135"/>
    <w:rsid w:val="001A7AC3"/>
    <w:rsid w:val="001B06AD"/>
    <w:rsid w:val="001F2D6C"/>
    <w:rsid w:val="00237B32"/>
    <w:rsid w:val="00311A3B"/>
    <w:rsid w:val="003224C7"/>
    <w:rsid w:val="0037387D"/>
    <w:rsid w:val="003A1C01"/>
    <w:rsid w:val="003A2259"/>
    <w:rsid w:val="003C79E5"/>
    <w:rsid w:val="00483A6A"/>
    <w:rsid w:val="00495AE7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11EB"/>
    <w:rsid w:val="00584289"/>
    <w:rsid w:val="005F64E6"/>
    <w:rsid w:val="00602846"/>
    <w:rsid w:val="00642765"/>
    <w:rsid w:val="0065289A"/>
    <w:rsid w:val="00655342"/>
    <w:rsid w:val="0067226F"/>
    <w:rsid w:val="006D2F25"/>
    <w:rsid w:val="006E662C"/>
    <w:rsid w:val="00725C51"/>
    <w:rsid w:val="00820552"/>
    <w:rsid w:val="008B4051"/>
    <w:rsid w:val="008C0968"/>
    <w:rsid w:val="0092387D"/>
    <w:rsid w:val="009647F7"/>
    <w:rsid w:val="00972A1E"/>
    <w:rsid w:val="009A1326"/>
    <w:rsid w:val="009D6532"/>
    <w:rsid w:val="00A026A4"/>
    <w:rsid w:val="00A567D1"/>
    <w:rsid w:val="00A633F5"/>
    <w:rsid w:val="00A845A0"/>
    <w:rsid w:val="00B12F45"/>
    <w:rsid w:val="00B1405F"/>
    <w:rsid w:val="00B300BF"/>
    <w:rsid w:val="00B3448B"/>
    <w:rsid w:val="00B5534B"/>
    <w:rsid w:val="00BA560A"/>
    <w:rsid w:val="00BD0A92"/>
    <w:rsid w:val="00BF2620"/>
    <w:rsid w:val="00C0355B"/>
    <w:rsid w:val="00C13E22"/>
    <w:rsid w:val="00C45714"/>
    <w:rsid w:val="00C93056"/>
    <w:rsid w:val="00CA2E96"/>
    <w:rsid w:val="00CD2568"/>
    <w:rsid w:val="00CE227E"/>
    <w:rsid w:val="00D11966"/>
    <w:rsid w:val="00D40BDC"/>
    <w:rsid w:val="00DB70BA"/>
    <w:rsid w:val="00DC0F74"/>
    <w:rsid w:val="00DD6622"/>
    <w:rsid w:val="00E14214"/>
    <w:rsid w:val="00E25119"/>
    <w:rsid w:val="00E458F1"/>
    <w:rsid w:val="00EB7BDE"/>
    <w:rsid w:val="00EC5373"/>
    <w:rsid w:val="00F262EE"/>
    <w:rsid w:val="00F730DF"/>
    <w:rsid w:val="00F835B0"/>
    <w:rsid w:val="00FC30AC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1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комп</dc:creator>
  <cp:lastModifiedBy>Нехайчик Татьяна Борисовна</cp:lastModifiedBy>
  <cp:revision>2</cp:revision>
  <cp:lastPrinted>2015-06-02T07:45:00Z</cp:lastPrinted>
  <dcterms:created xsi:type="dcterms:W3CDTF">2016-01-28T22:27:00Z</dcterms:created>
  <dcterms:modified xsi:type="dcterms:W3CDTF">2016-01-28T22:27:00Z</dcterms:modified>
</cp:coreProperties>
</file>