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0D64B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D64B0" w:rsidRPr="000D64B0">
          <w:rPr>
            <w:rStyle w:val="a9"/>
          </w:rPr>
          <w:t>АО "Дальневосточная генерирующая компания" филиал Хабаровская генерация СП "Хабаровская ТЭЦ-1"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3118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063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3118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1063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70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118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63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D64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D64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5289A" w:rsidRDefault="0065289A" w:rsidP="009A1326">
      <w:pPr>
        <w:rPr>
          <w:sz w:val="18"/>
          <w:szCs w:val="18"/>
          <w:lang w:val="en-US"/>
        </w:rPr>
      </w:pPr>
      <w:bookmarkStart w:id="6" w:name="_GoBack"/>
      <w:bookmarkEnd w:id="6"/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18"/>
    <w:docVar w:name="ceh_info" w:val="АО &quot;Дальневосточная генерирующая компания&quot; филиал Хабаровская генерация СП &quot;Хабаровская ТЭЦ-1&quot;"/>
    <w:docVar w:name="doc_name" w:val="Документ18"/>
    <w:docVar w:name="org_name" w:val="     "/>
    <w:docVar w:name="pers_guids" w:val="11169E8013E74695BE1141698B5CB583@034-161-573 23"/>
    <w:docVar w:name="pers_snils" w:val="11169E8013E74695BE1141698B5CB583@034-161-573 23"/>
    <w:docVar w:name="sv_docs" w:val="1"/>
  </w:docVars>
  <w:rsids>
    <w:rsidRoot w:val="000D64B0"/>
    <w:rsid w:val="0002033E"/>
    <w:rsid w:val="000C5130"/>
    <w:rsid w:val="000D3760"/>
    <w:rsid w:val="000D64B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863CE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3AC7"/>
    <w:rsid w:val="00584289"/>
    <w:rsid w:val="005F64E6"/>
    <w:rsid w:val="0065289A"/>
    <w:rsid w:val="0067226F"/>
    <w:rsid w:val="006E4DFC"/>
    <w:rsid w:val="00725C51"/>
    <w:rsid w:val="00820552"/>
    <w:rsid w:val="00835431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Золотарёв</dc:creator>
  <cp:lastModifiedBy>Никоненко Ольга Анатольевна</cp:lastModifiedBy>
  <cp:revision>4</cp:revision>
  <dcterms:created xsi:type="dcterms:W3CDTF">2015-12-02T02:20:00Z</dcterms:created>
  <dcterms:modified xsi:type="dcterms:W3CDTF">2016-04-08T00:24:00Z</dcterms:modified>
</cp:coreProperties>
</file>